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61" w:rsidRDefault="00C07661" w:rsidP="0053512E">
      <w:pPr>
        <w:pStyle w:val="Title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5.95pt;margin-top:0;width:158.95pt;height:56.1pt;z-index:251657728">
            <v:textbox>
              <w:txbxContent>
                <w:p w:rsidR="00C07661" w:rsidRDefault="00C07661">
                  <w:r>
                    <w:t>Name: ____________________</w:t>
                  </w:r>
                </w:p>
                <w:p w:rsidR="00C07661" w:rsidRDefault="00C07661">
                  <w:r>
                    <w:t>Date: _____________________</w:t>
                  </w:r>
                </w:p>
              </w:txbxContent>
            </v:textbox>
          </v:shape>
        </w:pict>
      </w:r>
      <w:r>
        <w:t>Exploring electric charges</w:t>
      </w:r>
    </w:p>
    <w:p w:rsidR="00C07661" w:rsidRPr="005A606E" w:rsidRDefault="00C07661" w:rsidP="005A606E">
      <w:pPr>
        <w:pStyle w:val="Heading1"/>
      </w:pPr>
      <w:r w:rsidRPr="005A606E">
        <w:t>PURPOSE</w:t>
      </w:r>
      <w:r>
        <w:t>: Use simulations to explore electrostatic interactions</w:t>
      </w:r>
    </w:p>
    <w:p w:rsidR="00C07661" w:rsidRDefault="00C07661" w:rsidP="0053512E">
      <w:pPr>
        <w:pStyle w:val="NoSpacing"/>
      </w:pPr>
      <w:r>
        <w:t xml:space="preserve">In this online lab you will use simulations to check your knowledge regarding electrostatic interactions. </w:t>
      </w:r>
    </w:p>
    <w:p w:rsidR="00C07661" w:rsidRPr="00B311BB" w:rsidRDefault="00C07661" w:rsidP="0046679C">
      <w:pPr>
        <w:pStyle w:val="Heading3"/>
      </w:pPr>
      <w:r>
        <w:t>Balloons and Static Electricity Simulation</w:t>
      </w:r>
    </w:p>
    <w:p w:rsidR="00C07661" w:rsidRPr="0036754F" w:rsidRDefault="00C07661" w:rsidP="00C35221">
      <w:pPr>
        <w:pStyle w:val="NoSpacing"/>
      </w:pPr>
      <w:r>
        <w:t xml:space="preserve">We will start with the </w:t>
      </w:r>
      <w:r w:rsidRPr="0036754F">
        <w:t>Balloons and Static Electricity</w:t>
      </w:r>
      <w:r>
        <w:t xml:space="preserve"> simulation, found under Physics -&gt; Electricity, Magnets and Circuits.  </w:t>
      </w:r>
      <w:r w:rsidRPr="0036754F">
        <w:rPr>
          <w:i/>
        </w:rPr>
        <w:t>(</w:t>
      </w:r>
      <w:r>
        <w:rPr>
          <w:i/>
        </w:rPr>
        <w:t xml:space="preserve">Open </w:t>
      </w:r>
      <w:r w:rsidRPr="0036754F">
        <w:rPr>
          <w:i/>
        </w:rPr>
        <w:t>SCIENCE LINKS PAGE – Exploring Electric Charges Site 1: Balloons and Static Electricity)</w:t>
      </w:r>
    </w:p>
    <w:p w:rsidR="00C07661" w:rsidRDefault="00C07661" w:rsidP="00C35221">
      <w:pPr>
        <w:pStyle w:val="NoSpacing"/>
      </w:pPr>
    </w:p>
    <w:p w:rsidR="00C07661" w:rsidRDefault="00C07661" w:rsidP="00C35221">
      <w:pPr>
        <w:pStyle w:val="NoSpacing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s1027" type="#_x0000_t75" alt="fig1.png" style="position:absolute;margin-left:1.5pt;margin-top:1.15pt;width:213.55pt;height:132.15pt;z-index:251656704;visibility:visible">
            <v:imagedata r:id="rId5" o:title=""/>
            <w10:wrap type="square"/>
          </v:shape>
        </w:pict>
      </w:r>
      <w:r>
        <w:t>The image on the webpage should look like the one on the left.</w:t>
      </w:r>
    </w:p>
    <w:p w:rsidR="00C07661" w:rsidRDefault="00C07661" w:rsidP="00C35221">
      <w:pPr>
        <w:pStyle w:val="NoSpacing"/>
      </w:pPr>
    </w:p>
    <w:p w:rsidR="00C07661" w:rsidRDefault="00C07661" w:rsidP="00C35221">
      <w:pPr>
        <w:pStyle w:val="NoSpacing"/>
      </w:pPr>
      <w:r>
        <w:t>Choose “Run Now” to begin the simulation “Balloons and Static Electricity” online</w:t>
      </w:r>
    </w:p>
    <w:p w:rsidR="00C07661" w:rsidRDefault="00C07661" w:rsidP="00C35221">
      <w:pPr>
        <w:pStyle w:val="NoSpacing"/>
      </w:pPr>
    </w:p>
    <w:p w:rsidR="00C07661" w:rsidRDefault="00C07661" w:rsidP="00C35221">
      <w:pPr>
        <w:pStyle w:val="NoSpacing"/>
      </w:pPr>
      <w:r>
        <w:t>Once your application has started, click “Reset All”. Make sure that only the “</w:t>
      </w:r>
      <w:r w:rsidRPr="00E01D52">
        <w:rPr>
          <w:b/>
        </w:rPr>
        <w:t>show all charges</w:t>
      </w:r>
      <w:r>
        <w:t>” and “</w:t>
      </w:r>
      <w:r w:rsidRPr="00E01D52">
        <w:rPr>
          <w:b/>
        </w:rPr>
        <w:t>wall</w:t>
      </w:r>
      <w:r>
        <w:t>” buttons are selected.</w:t>
      </w:r>
    </w:p>
    <w:p w:rsidR="00C07661" w:rsidRDefault="00C07661" w:rsidP="00C35221">
      <w:pPr>
        <w:pStyle w:val="NoSpacing"/>
      </w:pPr>
    </w:p>
    <w:p w:rsidR="00C07661" w:rsidRDefault="00C07661" w:rsidP="00C35221">
      <w:pPr>
        <w:pStyle w:val="NoSpacing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Look at the balloon. What can you say about its charge? (Hint: count both types of charges)</w:t>
      </w:r>
    </w:p>
    <w:p w:rsidR="00C07661" w:rsidRDefault="00C07661" w:rsidP="00923131">
      <w:pPr>
        <w:pStyle w:val="NoSpacing"/>
      </w:pPr>
    </w:p>
    <w:p w:rsidR="00C07661" w:rsidRPr="00923131" w:rsidRDefault="00C07661" w:rsidP="00923131">
      <w:pPr>
        <w:pStyle w:val="NoSpacing"/>
      </w:pPr>
    </w:p>
    <w:p w:rsidR="00C07661" w:rsidRPr="00923131" w:rsidRDefault="00C07661" w:rsidP="00923131">
      <w:pPr>
        <w:pStyle w:val="NoSpacing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Click and drag the balloon and rub it against the sweater. What happens to the balloon?</w:t>
      </w: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How did the balloon get charged, with what type of charge?</w:t>
      </w:r>
    </w:p>
    <w:p w:rsidR="00C07661" w:rsidRDefault="00C07661" w:rsidP="003A4DC4">
      <w:pPr>
        <w:pStyle w:val="NoSpacing"/>
      </w:pPr>
    </w:p>
    <w:p w:rsidR="00C07661" w:rsidRDefault="00C07661" w:rsidP="003A4DC4">
      <w:pPr>
        <w:pStyle w:val="NoSpacing"/>
      </w:pPr>
    </w:p>
    <w:p w:rsidR="00C07661" w:rsidRDefault="00C07661" w:rsidP="003A4DC4">
      <w:pPr>
        <w:pStyle w:val="NoSpacing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Where did that charge come from?</w:t>
      </w: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What happened to the sweater? How did it get charged?</w:t>
      </w: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Bring the balloon in the middle, between the sweater and the wall. What happens to the balloon when you let it go? Explain.</w:t>
      </w:r>
    </w:p>
    <w:p w:rsidR="00C07661" w:rsidRDefault="00C07661" w:rsidP="00EE36F3">
      <w:pPr>
        <w:pStyle w:val="NoSpacing"/>
      </w:pPr>
    </w:p>
    <w:p w:rsidR="00C07661" w:rsidRDefault="00C07661" w:rsidP="00EE36F3">
      <w:pPr>
        <w:pStyle w:val="NoSpacing"/>
      </w:pPr>
    </w:p>
    <w:p w:rsidR="00C07661" w:rsidRDefault="00C07661" w:rsidP="003A4DC4">
      <w:pPr>
        <w:pStyle w:val="NoSpacing"/>
        <w:ind w:left="1440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What is the overall charge of the wall?</w:t>
      </w: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What do you think will happen when the balloon is brought close to the wall? Predict first.</w:t>
      </w:r>
    </w:p>
    <w:p w:rsidR="00C07661" w:rsidRDefault="00C07661" w:rsidP="00923131">
      <w:pPr>
        <w:pStyle w:val="NoSpacing"/>
        <w:ind w:left="720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Bring the balloon in contact with the wall. What happens to the charges in the wall?</w:t>
      </w: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Let go of the balloon. What happens? Explain.</w:t>
      </w: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 xml:space="preserve">Click the “Reset All” button. Select “show all charges”, and “Two balloons”. What can you tell about the overall charge of all the objects in your simulation window? </w:t>
      </w: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923131">
      <w:pPr>
        <w:pStyle w:val="NoSpacing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Select “Show charge differences”. Rub each balloon against the sweater. What happens to each one of them?</w:t>
      </w:r>
    </w:p>
    <w:p w:rsidR="00C07661" w:rsidRDefault="00C07661" w:rsidP="00923131">
      <w:pPr>
        <w:pStyle w:val="NoSpacing"/>
        <w:ind w:left="720"/>
      </w:pPr>
    </w:p>
    <w:p w:rsidR="00C07661" w:rsidRDefault="00C07661" w:rsidP="00923131">
      <w:pPr>
        <w:pStyle w:val="NoSpacing"/>
        <w:ind w:left="720"/>
      </w:pPr>
    </w:p>
    <w:p w:rsidR="00C07661" w:rsidRDefault="00C07661" w:rsidP="00923131">
      <w:pPr>
        <w:pStyle w:val="NoSpacing"/>
        <w:ind w:left="720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Why are the two balloons stuck on the sweater?</w:t>
      </w:r>
    </w:p>
    <w:p w:rsidR="00C07661" w:rsidRDefault="00C07661" w:rsidP="00EE36F3">
      <w:pPr>
        <w:pStyle w:val="NoSpacing"/>
      </w:pPr>
    </w:p>
    <w:p w:rsidR="00C07661" w:rsidRDefault="00C07661" w:rsidP="00EE36F3">
      <w:pPr>
        <w:pStyle w:val="NoSpacing"/>
      </w:pPr>
    </w:p>
    <w:p w:rsidR="00C07661" w:rsidRDefault="00C07661" w:rsidP="00EE36F3">
      <w:pPr>
        <w:pStyle w:val="NoSpacing"/>
      </w:pPr>
    </w:p>
    <w:p w:rsidR="00C07661" w:rsidRDefault="00C07661" w:rsidP="00711DA3">
      <w:pPr>
        <w:pStyle w:val="NoSpacing"/>
        <w:numPr>
          <w:ilvl w:val="0"/>
          <w:numId w:val="1"/>
        </w:numPr>
      </w:pPr>
      <w:r>
        <w:t>Try to get one balloon off the sweater by using the other balloon. Can you do it? If yes, explain why this is possible.</w:t>
      </w:r>
    </w:p>
    <w:p w:rsidR="00C07661" w:rsidRDefault="00C07661" w:rsidP="0046679C">
      <w:pPr>
        <w:pStyle w:val="Heading3"/>
      </w:pPr>
    </w:p>
    <w:p w:rsidR="00C07661" w:rsidRPr="00843E7B" w:rsidRDefault="00C07661" w:rsidP="00843E7B">
      <w:pPr>
        <w:pStyle w:val="NoSpacing"/>
      </w:pPr>
    </w:p>
    <w:p w:rsidR="00C07661" w:rsidRPr="00B311BB" w:rsidRDefault="00C07661" w:rsidP="0046679C">
      <w:pPr>
        <w:pStyle w:val="Heading3"/>
      </w:pPr>
      <w:r>
        <w:rPr>
          <w:noProof/>
        </w:rPr>
        <w:pict>
          <v:shape id="Picture 2" o:spid="_x0000_s1028" type="#_x0000_t75" alt="JohnTravoltage.jpg" style="position:absolute;margin-left:364.65pt;margin-top:6.05pt;width:140.25pt;height:105.25pt;z-index:251658752;visibility:visible">
            <v:imagedata r:id="rId6" o:title=""/>
            <w10:wrap type="square"/>
          </v:shape>
        </w:pict>
      </w:r>
      <w:r>
        <w:t>John Travoltage Simulation</w:t>
      </w:r>
    </w:p>
    <w:p w:rsidR="00C07661" w:rsidRPr="0036754F" w:rsidRDefault="00C07661" w:rsidP="00C0228B">
      <w:pPr>
        <w:pStyle w:val="NoSpacing"/>
        <w:rPr>
          <w:i/>
        </w:rPr>
      </w:pPr>
      <w:r>
        <w:t xml:space="preserve">Go back to your web browser window and from the simulations under Physics -&gt; Electricity, Magnets and Circuits, select “John Travoltage”.      </w:t>
      </w:r>
      <w:r w:rsidRPr="0036754F">
        <w:rPr>
          <w:i/>
        </w:rPr>
        <w:t>(</w:t>
      </w:r>
      <w:r>
        <w:rPr>
          <w:i/>
        </w:rPr>
        <w:t xml:space="preserve">Open </w:t>
      </w:r>
      <w:r w:rsidRPr="0036754F">
        <w:rPr>
          <w:i/>
        </w:rPr>
        <w:t xml:space="preserve">SCIENCE LINKS PAGE – Exploring </w:t>
      </w:r>
      <w:r>
        <w:rPr>
          <w:i/>
        </w:rPr>
        <w:t>Electric Charges Site 2</w:t>
      </w:r>
      <w:r w:rsidRPr="0036754F">
        <w:rPr>
          <w:i/>
        </w:rPr>
        <w:t xml:space="preserve">: </w:t>
      </w:r>
      <w:r>
        <w:rPr>
          <w:i/>
        </w:rPr>
        <w:t>John Travoltage</w:t>
      </w:r>
      <w:r w:rsidRPr="0036754F">
        <w:rPr>
          <w:i/>
        </w:rPr>
        <w:t>)</w:t>
      </w:r>
    </w:p>
    <w:p w:rsidR="00C07661" w:rsidRDefault="00C07661" w:rsidP="00C0228B">
      <w:pPr>
        <w:pStyle w:val="NoSpacing"/>
      </w:pPr>
    </w:p>
    <w:p w:rsidR="00C07661" w:rsidRDefault="00C07661" w:rsidP="00F10B31">
      <w:pPr>
        <w:pStyle w:val="NoSpacing"/>
        <w:numPr>
          <w:ilvl w:val="0"/>
          <w:numId w:val="24"/>
        </w:numPr>
      </w:pPr>
      <w:r>
        <w:t>Predict what will happen to John if he rubs his foot against the carpet.</w:t>
      </w: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  <w:numPr>
          <w:ilvl w:val="0"/>
          <w:numId w:val="24"/>
        </w:numPr>
      </w:pPr>
      <w:r>
        <w:t>Rub John’s foot on the carpet by clicking and dragging his foot few times. What happens?</w:t>
      </w: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  <w:numPr>
          <w:ilvl w:val="0"/>
          <w:numId w:val="24"/>
        </w:numPr>
      </w:pPr>
      <w:r>
        <w:t>Predict what will happen if John touches the door knob.</w:t>
      </w: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  <w:numPr>
          <w:ilvl w:val="0"/>
          <w:numId w:val="24"/>
        </w:numPr>
      </w:pPr>
      <w:r>
        <w:t>Click and drag John’s hand such that it touched the doorknob. What happened?</w:t>
      </w: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  <w:numPr>
          <w:ilvl w:val="0"/>
          <w:numId w:val="24"/>
        </w:numPr>
      </w:pPr>
      <w:r>
        <w:t>What would you call what happened to John?</w:t>
      </w:r>
    </w:p>
    <w:p w:rsidR="00C07661" w:rsidRDefault="00C07661" w:rsidP="00F10B31">
      <w:pPr>
        <w:pStyle w:val="NoSpacing"/>
      </w:pPr>
    </w:p>
    <w:p w:rsidR="00C07661" w:rsidRDefault="00C07661" w:rsidP="00F10B31">
      <w:pPr>
        <w:pStyle w:val="NoSpacing"/>
      </w:pPr>
    </w:p>
    <w:p w:rsidR="00C07661" w:rsidRPr="00146352" w:rsidRDefault="00C07661" w:rsidP="00146352">
      <w:pPr>
        <w:pStyle w:val="NoSpacing"/>
        <w:numPr>
          <w:ilvl w:val="0"/>
          <w:numId w:val="24"/>
        </w:numPr>
      </w:pPr>
      <w:r>
        <w:t>How is this different from the balloon and sweater or balloon and wall touching each other?</w:t>
      </w:r>
    </w:p>
    <w:sectPr w:rsidR="00C07661" w:rsidRPr="00146352" w:rsidSect="0036754F">
      <w:pgSz w:w="12240" w:h="15840"/>
      <w:pgMar w:top="720" w:right="1008" w:bottom="80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7089"/>
    <w:multiLevelType w:val="hybridMultilevel"/>
    <w:tmpl w:val="2A986EF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8B3718E"/>
    <w:multiLevelType w:val="hybridMultilevel"/>
    <w:tmpl w:val="3294CE2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75263BD"/>
    <w:multiLevelType w:val="hybridMultilevel"/>
    <w:tmpl w:val="2A6CBD1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7B70FBE"/>
    <w:multiLevelType w:val="hybridMultilevel"/>
    <w:tmpl w:val="61F4681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D7F43B9"/>
    <w:multiLevelType w:val="hybridMultilevel"/>
    <w:tmpl w:val="2A6CBD1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E317F75"/>
    <w:multiLevelType w:val="hybridMultilevel"/>
    <w:tmpl w:val="DAB28FF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2F96954"/>
    <w:multiLevelType w:val="hybridMultilevel"/>
    <w:tmpl w:val="30D489A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2E191E4F"/>
    <w:multiLevelType w:val="hybridMultilevel"/>
    <w:tmpl w:val="C40A4118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E400373"/>
    <w:multiLevelType w:val="hybridMultilevel"/>
    <w:tmpl w:val="10E2F73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E5E03A3"/>
    <w:multiLevelType w:val="hybridMultilevel"/>
    <w:tmpl w:val="6A52325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5E43722"/>
    <w:multiLevelType w:val="hybridMultilevel"/>
    <w:tmpl w:val="99721C3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3BFB5886"/>
    <w:multiLevelType w:val="hybridMultilevel"/>
    <w:tmpl w:val="A994048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5F3DDD"/>
    <w:multiLevelType w:val="hybridMultilevel"/>
    <w:tmpl w:val="22B8785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4B204AA2"/>
    <w:multiLevelType w:val="hybridMultilevel"/>
    <w:tmpl w:val="C00C0BC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C466014"/>
    <w:multiLevelType w:val="hybridMultilevel"/>
    <w:tmpl w:val="4BB846D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FD67E10"/>
    <w:multiLevelType w:val="hybridMultilevel"/>
    <w:tmpl w:val="187A49E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553813B7"/>
    <w:multiLevelType w:val="hybridMultilevel"/>
    <w:tmpl w:val="14A66C8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562344F1"/>
    <w:multiLevelType w:val="hybridMultilevel"/>
    <w:tmpl w:val="4B683D5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562D35A4"/>
    <w:multiLevelType w:val="hybridMultilevel"/>
    <w:tmpl w:val="325C69C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D374782"/>
    <w:multiLevelType w:val="hybridMultilevel"/>
    <w:tmpl w:val="C00C0BC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6A92248C"/>
    <w:multiLevelType w:val="hybridMultilevel"/>
    <w:tmpl w:val="DAB28FF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E476A97"/>
    <w:multiLevelType w:val="hybridMultilevel"/>
    <w:tmpl w:val="EEDC11B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72DD4A03"/>
    <w:multiLevelType w:val="hybridMultilevel"/>
    <w:tmpl w:val="C00C0BC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786F1D2D"/>
    <w:multiLevelType w:val="hybridMultilevel"/>
    <w:tmpl w:val="C00C0BC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8"/>
  </w:num>
  <w:num w:numId="5">
    <w:abstractNumId w:val="16"/>
  </w:num>
  <w:num w:numId="6">
    <w:abstractNumId w:val="1"/>
  </w:num>
  <w:num w:numId="7">
    <w:abstractNumId w:val="0"/>
  </w:num>
  <w:num w:numId="8">
    <w:abstractNumId w:val="6"/>
  </w:num>
  <w:num w:numId="9">
    <w:abstractNumId w:val="5"/>
  </w:num>
  <w:num w:numId="10">
    <w:abstractNumId w:val="20"/>
  </w:num>
  <w:num w:numId="11">
    <w:abstractNumId w:val="21"/>
  </w:num>
  <w:num w:numId="12">
    <w:abstractNumId w:val="13"/>
  </w:num>
  <w:num w:numId="13">
    <w:abstractNumId w:val="22"/>
  </w:num>
  <w:num w:numId="14">
    <w:abstractNumId w:val="19"/>
  </w:num>
  <w:num w:numId="15">
    <w:abstractNumId w:val="23"/>
  </w:num>
  <w:num w:numId="16">
    <w:abstractNumId w:val="8"/>
  </w:num>
  <w:num w:numId="17">
    <w:abstractNumId w:val="15"/>
  </w:num>
  <w:num w:numId="18">
    <w:abstractNumId w:val="12"/>
  </w:num>
  <w:num w:numId="19">
    <w:abstractNumId w:val="2"/>
  </w:num>
  <w:num w:numId="20">
    <w:abstractNumId w:val="4"/>
  </w:num>
  <w:num w:numId="21">
    <w:abstractNumId w:val="3"/>
  </w:num>
  <w:num w:numId="22">
    <w:abstractNumId w:val="14"/>
  </w:num>
  <w:num w:numId="23">
    <w:abstractNumId w:val="17"/>
  </w:num>
  <w:num w:numId="24">
    <w:abstractNumId w:val="7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87"/>
  <w:drawingGridVerticalSpacing w:val="18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12E"/>
    <w:rsid w:val="00002CAF"/>
    <w:rsid w:val="0001786B"/>
    <w:rsid w:val="000371F5"/>
    <w:rsid w:val="000529C4"/>
    <w:rsid w:val="000600C6"/>
    <w:rsid w:val="000675D6"/>
    <w:rsid w:val="0008655F"/>
    <w:rsid w:val="00094861"/>
    <w:rsid w:val="000A6E18"/>
    <w:rsid w:val="000A76FA"/>
    <w:rsid w:val="000E1EA0"/>
    <w:rsid w:val="000E3363"/>
    <w:rsid w:val="000E3D79"/>
    <w:rsid w:val="000E5715"/>
    <w:rsid w:val="000F2351"/>
    <w:rsid w:val="001079DD"/>
    <w:rsid w:val="00116428"/>
    <w:rsid w:val="00127061"/>
    <w:rsid w:val="00130FED"/>
    <w:rsid w:val="00132FC0"/>
    <w:rsid w:val="00146352"/>
    <w:rsid w:val="00170FE5"/>
    <w:rsid w:val="001A3EDE"/>
    <w:rsid w:val="001A6B81"/>
    <w:rsid w:val="001C5361"/>
    <w:rsid w:val="001C5C6B"/>
    <w:rsid w:val="001D1AAE"/>
    <w:rsid w:val="001D2460"/>
    <w:rsid w:val="001D6AB2"/>
    <w:rsid w:val="001E0A04"/>
    <w:rsid w:val="001E28A8"/>
    <w:rsid w:val="00205696"/>
    <w:rsid w:val="0021231E"/>
    <w:rsid w:val="00212CEC"/>
    <w:rsid w:val="00246F6E"/>
    <w:rsid w:val="002519ED"/>
    <w:rsid w:val="00252592"/>
    <w:rsid w:val="00263FBA"/>
    <w:rsid w:val="002660BF"/>
    <w:rsid w:val="0026685E"/>
    <w:rsid w:val="00273972"/>
    <w:rsid w:val="0027564D"/>
    <w:rsid w:val="00276BAE"/>
    <w:rsid w:val="00291973"/>
    <w:rsid w:val="00293595"/>
    <w:rsid w:val="002C04B0"/>
    <w:rsid w:val="002E0288"/>
    <w:rsid w:val="002F3C26"/>
    <w:rsid w:val="00302F40"/>
    <w:rsid w:val="00312378"/>
    <w:rsid w:val="0032080C"/>
    <w:rsid w:val="00326333"/>
    <w:rsid w:val="003268F1"/>
    <w:rsid w:val="00345C8C"/>
    <w:rsid w:val="0036754F"/>
    <w:rsid w:val="0037185D"/>
    <w:rsid w:val="0038022F"/>
    <w:rsid w:val="003A05F6"/>
    <w:rsid w:val="003A4DC4"/>
    <w:rsid w:val="003C49A3"/>
    <w:rsid w:val="003E765B"/>
    <w:rsid w:val="003F26F5"/>
    <w:rsid w:val="003F46CB"/>
    <w:rsid w:val="00400763"/>
    <w:rsid w:val="0040634D"/>
    <w:rsid w:val="004150F0"/>
    <w:rsid w:val="004205B8"/>
    <w:rsid w:val="00422805"/>
    <w:rsid w:val="004304EC"/>
    <w:rsid w:val="00432525"/>
    <w:rsid w:val="0044781F"/>
    <w:rsid w:val="0046679C"/>
    <w:rsid w:val="004977D0"/>
    <w:rsid w:val="004B11AE"/>
    <w:rsid w:val="004B3693"/>
    <w:rsid w:val="004C171C"/>
    <w:rsid w:val="004C7C90"/>
    <w:rsid w:val="004D0E67"/>
    <w:rsid w:val="004E598B"/>
    <w:rsid w:val="00521489"/>
    <w:rsid w:val="00522C97"/>
    <w:rsid w:val="0053512E"/>
    <w:rsid w:val="005509B9"/>
    <w:rsid w:val="00553C81"/>
    <w:rsid w:val="0055780C"/>
    <w:rsid w:val="005601EE"/>
    <w:rsid w:val="00562D3D"/>
    <w:rsid w:val="00576349"/>
    <w:rsid w:val="005A606E"/>
    <w:rsid w:val="005A6A96"/>
    <w:rsid w:val="005B3ED9"/>
    <w:rsid w:val="005B6702"/>
    <w:rsid w:val="005C44DA"/>
    <w:rsid w:val="005F1475"/>
    <w:rsid w:val="005F76FB"/>
    <w:rsid w:val="00604E64"/>
    <w:rsid w:val="006146D1"/>
    <w:rsid w:val="0061508B"/>
    <w:rsid w:val="006162BB"/>
    <w:rsid w:val="00636CBB"/>
    <w:rsid w:val="006507E2"/>
    <w:rsid w:val="006602D0"/>
    <w:rsid w:val="00697559"/>
    <w:rsid w:val="006B04E4"/>
    <w:rsid w:val="006B5797"/>
    <w:rsid w:val="006B5E72"/>
    <w:rsid w:val="006C25C2"/>
    <w:rsid w:val="006C5682"/>
    <w:rsid w:val="006D3BBA"/>
    <w:rsid w:val="006D61D2"/>
    <w:rsid w:val="006E65F7"/>
    <w:rsid w:val="006E7400"/>
    <w:rsid w:val="006E7FA2"/>
    <w:rsid w:val="00704D0D"/>
    <w:rsid w:val="0070694B"/>
    <w:rsid w:val="00711DA3"/>
    <w:rsid w:val="00713665"/>
    <w:rsid w:val="007203C7"/>
    <w:rsid w:val="00720A0D"/>
    <w:rsid w:val="007470B8"/>
    <w:rsid w:val="007475DC"/>
    <w:rsid w:val="0076538A"/>
    <w:rsid w:val="007828AD"/>
    <w:rsid w:val="007B2F52"/>
    <w:rsid w:val="007D663B"/>
    <w:rsid w:val="007E02FF"/>
    <w:rsid w:val="007E43C1"/>
    <w:rsid w:val="0080529A"/>
    <w:rsid w:val="00811F3A"/>
    <w:rsid w:val="00832419"/>
    <w:rsid w:val="00840216"/>
    <w:rsid w:val="00843E7B"/>
    <w:rsid w:val="00845C4C"/>
    <w:rsid w:val="0084728B"/>
    <w:rsid w:val="008474C9"/>
    <w:rsid w:val="00851627"/>
    <w:rsid w:val="00855483"/>
    <w:rsid w:val="00882885"/>
    <w:rsid w:val="00894F66"/>
    <w:rsid w:val="008A4C25"/>
    <w:rsid w:val="008A560A"/>
    <w:rsid w:val="008B2CE5"/>
    <w:rsid w:val="008C0A13"/>
    <w:rsid w:val="008C4899"/>
    <w:rsid w:val="008D1242"/>
    <w:rsid w:val="008D2FD5"/>
    <w:rsid w:val="008D7C43"/>
    <w:rsid w:val="008F61E4"/>
    <w:rsid w:val="00906607"/>
    <w:rsid w:val="009106B9"/>
    <w:rsid w:val="009120A4"/>
    <w:rsid w:val="00913356"/>
    <w:rsid w:val="0092039E"/>
    <w:rsid w:val="00923131"/>
    <w:rsid w:val="00944839"/>
    <w:rsid w:val="009455F0"/>
    <w:rsid w:val="009503F8"/>
    <w:rsid w:val="00972B18"/>
    <w:rsid w:val="00972B45"/>
    <w:rsid w:val="00976ACB"/>
    <w:rsid w:val="00985198"/>
    <w:rsid w:val="00994766"/>
    <w:rsid w:val="009A0EDF"/>
    <w:rsid w:val="009A11D6"/>
    <w:rsid w:val="009B0674"/>
    <w:rsid w:val="009C1402"/>
    <w:rsid w:val="009C303E"/>
    <w:rsid w:val="009D31F8"/>
    <w:rsid w:val="009E6604"/>
    <w:rsid w:val="00A02426"/>
    <w:rsid w:val="00A17B00"/>
    <w:rsid w:val="00A253C3"/>
    <w:rsid w:val="00A3127B"/>
    <w:rsid w:val="00A3444E"/>
    <w:rsid w:val="00A352C5"/>
    <w:rsid w:val="00A40C81"/>
    <w:rsid w:val="00A63EE2"/>
    <w:rsid w:val="00A645CA"/>
    <w:rsid w:val="00A87CBB"/>
    <w:rsid w:val="00AA5F60"/>
    <w:rsid w:val="00AB3541"/>
    <w:rsid w:val="00AB620E"/>
    <w:rsid w:val="00AB7AFA"/>
    <w:rsid w:val="00B311BB"/>
    <w:rsid w:val="00B37E7B"/>
    <w:rsid w:val="00B737D1"/>
    <w:rsid w:val="00B762F6"/>
    <w:rsid w:val="00BB29D4"/>
    <w:rsid w:val="00BB5177"/>
    <w:rsid w:val="00BC2911"/>
    <w:rsid w:val="00BE6E39"/>
    <w:rsid w:val="00C0184A"/>
    <w:rsid w:val="00C0228B"/>
    <w:rsid w:val="00C07661"/>
    <w:rsid w:val="00C35221"/>
    <w:rsid w:val="00C42267"/>
    <w:rsid w:val="00C523A0"/>
    <w:rsid w:val="00C61AB2"/>
    <w:rsid w:val="00C66A33"/>
    <w:rsid w:val="00C726EA"/>
    <w:rsid w:val="00C73C8D"/>
    <w:rsid w:val="00C74C5A"/>
    <w:rsid w:val="00C74CA2"/>
    <w:rsid w:val="00C85644"/>
    <w:rsid w:val="00CA5D10"/>
    <w:rsid w:val="00CA5F6F"/>
    <w:rsid w:val="00CC2DDB"/>
    <w:rsid w:val="00CE2C35"/>
    <w:rsid w:val="00CF750C"/>
    <w:rsid w:val="00D04517"/>
    <w:rsid w:val="00D330B3"/>
    <w:rsid w:val="00D35CC4"/>
    <w:rsid w:val="00D36B4D"/>
    <w:rsid w:val="00D4023E"/>
    <w:rsid w:val="00D4070F"/>
    <w:rsid w:val="00D428F1"/>
    <w:rsid w:val="00D501CC"/>
    <w:rsid w:val="00D55C61"/>
    <w:rsid w:val="00DA04FF"/>
    <w:rsid w:val="00DA6C43"/>
    <w:rsid w:val="00DD4863"/>
    <w:rsid w:val="00DE3670"/>
    <w:rsid w:val="00DE4697"/>
    <w:rsid w:val="00E01D52"/>
    <w:rsid w:val="00E0263B"/>
    <w:rsid w:val="00E14720"/>
    <w:rsid w:val="00E44FBE"/>
    <w:rsid w:val="00E633F3"/>
    <w:rsid w:val="00E6771B"/>
    <w:rsid w:val="00E7407C"/>
    <w:rsid w:val="00E80047"/>
    <w:rsid w:val="00E826C8"/>
    <w:rsid w:val="00E827FB"/>
    <w:rsid w:val="00E95627"/>
    <w:rsid w:val="00E965C1"/>
    <w:rsid w:val="00EA5FF6"/>
    <w:rsid w:val="00EB00B2"/>
    <w:rsid w:val="00EC594B"/>
    <w:rsid w:val="00EC5AD5"/>
    <w:rsid w:val="00EE36F3"/>
    <w:rsid w:val="00EE58F6"/>
    <w:rsid w:val="00F026E0"/>
    <w:rsid w:val="00F10B31"/>
    <w:rsid w:val="00F127F8"/>
    <w:rsid w:val="00F24B03"/>
    <w:rsid w:val="00F24F18"/>
    <w:rsid w:val="00F32BF3"/>
    <w:rsid w:val="00F457DD"/>
    <w:rsid w:val="00F74F84"/>
    <w:rsid w:val="00F755D2"/>
    <w:rsid w:val="00F95BB2"/>
    <w:rsid w:val="00FB3226"/>
    <w:rsid w:val="00FB675C"/>
    <w:rsid w:val="00FD2A02"/>
    <w:rsid w:val="00FD56F1"/>
    <w:rsid w:val="00FE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460"/>
    <w:pPr>
      <w:spacing w:after="300"/>
    </w:pPr>
  </w:style>
  <w:style w:type="paragraph" w:styleId="Heading1">
    <w:name w:val="heading 1"/>
    <w:basedOn w:val="Normal"/>
    <w:next w:val="NoSpacing"/>
    <w:link w:val="Heading1Char"/>
    <w:uiPriority w:val="99"/>
    <w:qFormat/>
    <w:rsid w:val="005A606E"/>
    <w:pPr>
      <w:keepNext/>
      <w:keepLines/>
      <w:spacing w:before="480" w:after="0"/>
      <w:outlineLvl w:val="0"/>
    </w:pPr>
    <w:rPr>
      <w:rFonts w:eastAsia="Times New Roman"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7E7B"/>
    <w:pPr>
      <w:keepNext/>
      <w:keepLines/>
      <w:spacing w:before="200" w:after="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Spacing"/>
    <w:link w:val="Heading3Char"/>
    <w:uiPriority w:val="99"/>
    <w:qFormat/>
    <w:rsid w:val="001D2460"/>
    <w:pPr>
      <w:keepNext/>
      <w:keepLines/>
      <w:spacing w:before="200" w:after="0"/>
      <w:outlineLvl w:val="2"/>
    </w:pPr>
    <w:rPr>
      <w:rFonts w:ascii="Cambria" w:eastAsia="Times New Roman" w:hAnsi="Cambria"/>
      <w:bCs/>
      <w:color w:val="3333F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606E"/>
    <w:rPr>
      <w:rFonts w:ascii="Calibri" w:hAnsi="Calibri" w:cs="Times New Roman"/>
      <w:bCs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7E7B"/>
    <w:rPr>
      <w:rFonts w:eastAsia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D2460"/>
    <w:rPr>
      <w:rFonts w:ascii="Cambria" w:hAnsi="Cambria" w:cs="Times New Roman"/>
      <w:bCs/>
      <w:color w:val="3333FF"/>
    </w:rPr>
  </w:style>
  <w:style w:type="paragraph" w:styleId="Title">
    <w:name w:val="Title"/>
    <w:basedOn w:val="Normal"/>
    <w:next w:val="Normal"/>
    <w:link w:val="TitleChar"/>
    <w:uiPriority w:val="99"/>
    <w:qFormat/>
    <w:rsid w:val="0053512E"/>
    <w:pPr>
      <w:pBdr>
        <w:bottom w:val="single" w:sz="8" w:space="4" w:color="4F81BD"/>
      </w:pBdr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3512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NoSpacing">
    <w:name w:val="No Spacing"/>
    <w:uiPriority w:val="99"/>
    <w:qFormat/>
    <w:rsid w:val="0053512E"/>
  </w:style>
  <w:style w:type="paragraph" w:styleId="DocumentMap">
    <w:name w:val="Document Map"/>
    <w:basedOn w:val="Normal"/>
    <w:link w:val="DocumentMapChar"/>
    <w:uiPriority w:val="99"/>
    <w:semiHidden/>
    <w:rsid w:val="003268F1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268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73C8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73C8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3C8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8F61E4"/>
    <w:pPr>
      <w:spacing w:after="200"/>
    </w:pPr>
    <w:rPr>
      <w:b/>
      <w:bCs/>
      <w:color w:val="4F81BD"/>
      <w:sz w:val="18"/>
      <w:szCs w:val="18"/>
    </w:rPr>
  </w:style>
  <w:style w:type="table" w:styleId="TableGrid">
    <w:name w:val="Table Grid"/>
    <w:basedOn w:val="TableNormal"/>
    <w:uiPriority w:val="99"/>
    <w:rsid w:val="00F457D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C0228B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73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</TotalTime>
  <Pages>2</Pages>
  <Words>392</Words>
  <Characters>2237</Characters>
  <Application>Microsoft Office Outlook</Application>
  <DocSecurity>0</DocSecurity>
  <Lines>0</Lines>
  <Paragraphs>0</Paragraphs>
  <ScaleCrop>false</ScaleCrop>
  <Company>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Exploring electric charges</dc:title>
  <dc:subject/>
  <dc:creator>dorina</dc:creator>
  <cp:keywords/>
  <dc:description/>
  <cp:lastModifiedBy>ccps5500</cp:lastModifiedBy>
  <cp:revision>10</cp:revision>
  <dcterms:created xsi:type="dcterms:W3CDTF">2011-04-05T03:43:00Z</dcterms:created>
  <dcterms:modified xsi:type="dcterms:W3CDTF">2011-04-07T02:48:00Z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